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94EB111" w:rsidR="00F862D6" w:rsidRPr="009E0D0B" w:rsidRDefault="009E0D0B" w:rsidP="0037111D">
            <w:r w:rsidRPr="009E0D0B">
              <w:rPr>
                <w:rFonts w:ascii="Helvetica" w:hAnsi="Helvetica"/>
              </w:rPr>
              <w:t>11190/2024-SŽ</w:t>
            </w:r>
            <w:r w:rsidR="003E6B9A" w:rsidRPr="009E0D0B">
              <w:rPr>
                <w:rFonts w:ascii="Helvetica" w:hAnsi="Helvetica"/>
              </w:rPr>
              <w:t>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1D8FF6F2" w:rsidR="00F862D6" w:rsidRPr="009E0D0B" w:rsidRDefault="00AA1EEF" w:rsidP="00CC1E2B">
            <w:r>
              <w:t>2</w:t>
            </w:r>
            <w:r w:rsidR="003E6B9A" w:rsidRPr="009E0D0B">
              <w:t>/</w:t>
            </w:r>
            <w:r w:rsidR="009E0D0B" w:rsidRPr="009E0D0B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2FD9E2CD" w:rsidR="009A7568" w:rsidRPr="003E6B9A" w:rsidRDefault="00AA1EEF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6B23C8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A1EEF">
              <w:rPr>
                <w:noProof/>
              </w:rPr>
              <w:t>10.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93D089B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F03BB2">
        <w:rPr>
          <w:rFonts w:eastAsia="Times New Roman" w:cs="Times New Roman"/>
          <w:lang w:eastAsia="cs-CZ"/>
        </w:rPr>
        <w:t>32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>Modernizace trati Hradec Králové – Pardubice – Chrudim, 2.stavba, zdvoukolejnění Opatovice nad Labem-Hradec Králové, 1.etapa ŽST Hradec Králové hl.n.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55E8E83" w14:textId="6DA5052F" w:rsidR="003A3068" w:rsidRPr="00F03BB2" w:rsidRDefault="00BD5319" w:rsidP="003A3068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F52000B" w14:textId="77777777" w:rsidR="00F03BB2" w:rsidRPr="00BD5319" w:rsidRDefault="00F03BB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6A6F5DEF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F03BB2">
        <w:rPr>
          <w:rFonts w:eastAsia="Calibri" w:cs="Times New Roman"/>
          <w:b/>
          <w:lang w:eastAsia="cs-CZ"/>
        </w:rPr>
        <w:t>229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5FAADAB5" w:rsidR="00BD5319" w:rsidRPr="00F03BB2" w:rsidRDefault="00F03BB2" w:rsidP="00F03BB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3BB2">
        <w:rPr>
          <w:rFonts w:eastAsia="Calibri" w:cs="Times New Roman"/>
          <w:bCs/>
          <w:lang w:eastAsia="cs-CZ"/>
        </w:rPr>
        <w:t>SO 22-10-01 - Položka č. 23 KOLEJ 49 E1 REGENEROVANÁ, ROZD. "C", BEZSTYKOVÁ, PR. BET. PODKLADNICOVÝ, UP. TUHÉ – chápeme správně že touto položkou je myšleno zřízení koleje z regenerovaných kolejnic S49 a užitých betonových pražců z výzisku? Pokud ano neměla by tady být položka 52A141 KOLEJ 49 E1 REGENEROVANÁ, ROZD. "C", BEZSTYKOVÁ, PR. BET. PODKLADNICOVÝ UŽITÝ, UP. TUHÉ</w:t>
      </w:r>
    </w:p>
    <w:p w14:paraId="4D547C4A" w14:textId="77777777" w:rsidR="00F03BB2" w:rsidRPr="00BD5319" w:rsidRDefault="00F03BB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114F585B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194FA1B" w14:textId="39A73D5D" w:rsidR="00F03BB2" w:rsidRPr="009E0D0B" w:rsidRDefault="00992B43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t>Jedná se o regenerovaná kolejová pole včetně pražců</w:t>
      </w:r>
      <w:r w:rsidR="004D2D9D" w:rsidRPr="009E0D0B">
        <w:rPr>
          <w:rFonts w:eastAsia="Calibri" w:cs="Times New Roman"/>
          <w:bCs/>
          <w:lang w:eastAsia="cs-CZ"/>
        </w:rPr>
        <w:t>. P</w:t>
      </w:r>
      <w:r w:rsidRPr="009E0D0B">
        <w:rPr>
          <w:rFonts w:eastAsia="Calibri" w:cs="Times New Roman"/>
          <w:bCs/>
          <w:lang w:eastAsia="cs-CZ"/>
        </w:rPr>
        <w:t>oložka byla opravena</w:t>
      </w:r>
      <w:r w:rsidR="00C67716" w:rsidRPr="009E0D0B">
        <w:rPr>
          <w:rFonts w:eastAsia="Calibri" w:cs="Times New Roman"/>
          <w:bCs/>
          <w:lang w:eastAsia="cs-CZ"/>
        </w:rPr>
        <w:t>.</w:t>
      </w:r>
    </w:p>
    <w:p w14:paraId="53BB8407" w14:textId="6B42051F" w:rsidR="00C67716" w:rsidRPr="009E0D0B" w:rsidRDefault="00C67716" w:rsidP="00C67716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t>položka poř. č. 23, kód položky 52A131, odstraněna</w:t>
      </w:r>
    </w:p>
    <w:p w14:paraId="441309F8" w14:textId="63A1896E" w:rsidR="00C67716" w:rsidRPr="009E0D0B" w:rsidRDefault="00C67716" w:rsidP="00C67716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t>doplněna položka poř. č. 170, kód položky 52A141, KOLEJ 49 E1 REGENEROVANÁ, ROZD. "C", BEZSTYKOVÁ, PR. BET. PODKLADNICOVÝ UŽITÝ, UP. TUHÉ, množství M</w:t>
      </w:r>
      <w:r w:rsidR="00231D3D" w:rsidRPr="009E0D0B">
        <w:rPr>
          <w:rFonts w:eastAsia="Calibri" w:cs="Times New Roman"/>
          <w:bCs/>
          <w:lang w:eastAsia="cs-CZ"/>
        </w:rPr>
        <w:t> </w:t>
      </w:r>
      <w:r w:rsidRPr="009E0D0B">
        <w:rPr>
          <w:rFonts w:eastAsia="Calibri" w:cs="Times New Roman"/>
          <w:bCs/>
          <w:lang w:eastAsia="cs-CZ"/>
        </w:rPr>
        <w:t>225,062</w:t>
      </w:r>
    </w:p>
    <w:p w14:paraId="2091F49F" w14:textId="77777777" w:rsidR="00C67716" w:rsidRDefault="00C67716" w:rsidP="00C67716">
      <w:pPr>
        <w:spacing w:after="0" w:line="240" w:lineRule="auto"/>
        <w:ind w:left="425" w:hanging="425"/>
        <w:rPr>
          <w:rFonts w:eastAsia="Calibri" w:cs="Times New Roman"/>
          <w:bCs/>
          <w:color w:val="7030A0"/>
          <w:lang w:eastAsia="cs-CZ"/>
        </w:rPr>
      </w:pPr>
    </w:p>
    <w:p w14:paraId="18B24335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61E10A2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 w:rsidR="00F03BB2">
        <w:rPr>
          <w:rFonts w:eastAsia="Calibri" w:cs="Times New Roman"/>
          <w:b/>
          <w:lang w:eastAsia="cs-CZ"/>
        </w:rPr>
        <w:t>30</w:t>
      </w:r>
      <w:r w:rsidRPr="00BD5319">
        <w:rPr>
          <w:rFonts w:eastAsia="Calibri" w:cs="Times New Roman"/>
          <w:b/>
          <w:lang w:eastAsia="cs-CZ"/>
        </w:rPr>
        <w:t>:</w:t>
      </w:r>
    </w:p>
    <w:p w14:paraId="002E726F" w14:textId="1BD6387C" w:rsidR="00BD5319" w:rsidRPr="00F03BB2" w:rsidRDefault="00F03BB2" w:rsidP="00F03BB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3BB2">
        <w:rPr>
          <w:rFonts w:eastAsia="Calibri" w:cs="Times New Roman"/>
          <w:bCs/>
          <w:lang w:eastAsia="cs-CZ"/>
        </w:rPr>
        <w:t>SO 22-10-01 - položka č. 33 V dokumentu D_02_01_01_SK220001_4_001_VV výkaz výměr je uvedeno na straně 11 v Tabulce Nový svrškový materiál, koleje, štěrk že kolej č. 6 kolejnice R350HT USP podložky tuhé (C 0,35N/mm2) bude zřízena v délce 562,963m. Domníváme se, že daný úsek se nachází mezi výhybkou 87 a železničním přejezdem v km 29,151266. V situaci železničního svršku D_02_01_01_SK220001_2_504_SIT_svrsek je uveden údaj 542,963m. Prosíme o vysvětlení/úpravu výkazu výměr a soupisu prací.</w:t>
      </w:r>
    </w:p>
    <w:p w14:paraId="5376C83E" w14:textId="77777777" w:rsidR="00F03BB2" w:rsidRPr="00BD5319" w:rsidRDefault="00F03BB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4826B9AA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A3C0B4A" w14:textId="545C1527" w:rsidR="00F03BB2" w:rsidRPr="009E0D0B" w:rsidRDefault="00992B43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t xml:space="preserve">Hodnota v položce </w:t>
      </w:r>
      <w:r w:rsidR="004D2D9D" w:rsidRPr="009E0D0B">
        <w:rPr>
          <w:rFonts w:eastAsia="Calibri" w:cs="Times New Roman"/>
          <w:bCs/>
          <w:lang w:eastAsia="cs-CZ"/>
        </w:rPr>
        <w:t xml:space="preserve">poř. </w:t>
      </w:r>
      <w:r w:rsidRPr="009E0D0B">
        <w:rPr>
          <w:rFonts w:eastAsia="Calibri" w:cs="Times New Roman"/>
          <w:bCs/>
          <w:lang w:eastAsia="cs-CZ"/>
        </w:rPr>
        <w:t>č.</w:t>
      </w:r>
      <w:r w:rsidR="004D2D9D" w:rsidRPr="009E0D0B">
        <w:rPr>
          <w:rFonts w:eastAsia="Calibri" w:cs="Times New Roman"/>
          <w:bCs/>
          <w:lang w:eastAsia="cs-CZ"/>
        </w:rPr>
        <w:t xml:space="preserve"> </w:t>
      </w:r>
      <w:r w:rsidRPr="009E0D0B">
        <w:rPr>
          <w:rFonts w:eastAsia="Calibri" w:cs="Times New Roman"/>
          <w:bCs/>
          <w:lang w:eastAsia="cs-CZ"/>
        </w:rPr>
        <w:t xml:space="preserve">33 byla opravena a s tím související objem kolejového lože (položka </w:t>
      </w:r>
      <w:r w:rsidR="004D2D9D" w:rsidRPr="009E0D0B">
        <w:rPr>
          <w:rFonts w:eastAsia="Calibri" w:cs="Times New Roman"/>
          <w:bCs/>
          <w:lang w:eastAsia="cs-CZ"/>
        </w:rPr>
        <w:t xml:space="preserve">poř. </w:t>
      </w:r>
      <w:r w:rsidRPr="009E0D0B">
        <w:rPr>
          <w:rFonts w:eastAsia="Calibri" w:cs="Times New Roman"/>
          <w:bCs/>
          <w:lang w:eastAsia="cs-CZ"/>
        </w:rPr>
        <w:t>č.</w:t>
      </w:r>
      <w:r w:rsidR="004D2D9D" w:rsidRPr="009E0D0B">
        <w:rPr>
          <w:rFonts w:eastAsia="Calibri" w:cs="Times New Roman"/>
          <w:bCs/>
          <w:lang w:eastAsia="cs-CZ"/>
        </w:rPr>
        <w:t xml:space="preserve"> </w:t>
      </w:r>
      <w:r w:rsidRPr="009E0D0B">
        <w:rPr>
          <w:rFonts w:eastAsia="Calibri" w:cs="Times New Roman"/>
          <w:bCs/>
          <w:lang w:eastAsia="cs-CZ"/>
        </w:rPr>
        <w:t>4) a počty svarů (položka</w:t>
      </w:r>
      <w:r w:rsidR="004D2D9D" w:rsidRPr="009E0D0B">
        <w:rPr>
          <w:rFonts w:eastAsia="Calibri" w:cs="Times New Roman"/>
          <w:bCs/>
          <w:lang w:eastAsia="cs-CZ"/>
        </w:rPr>
        <w:t xml:space="preserve"> poř.</w:t>
      </w:r>
      <w:r w:rsidRPr="009E0D0B">
        <w:rPr>
          <w:rFonts w:eastAsia="Calibri" w:cs="Times New Roman"/>
          <w:bCs/>
          <w:lang w:eastAsia="cs-CZ"/>
        </w:rPr>
        <w:t xml:space="preserve"> č. 28)</w:t>
      </w:r>
      <w:r w:rsidR="004D2D9D" w:rsidRPr="009E0D0B">
        <w:rPr>
          <w:rFonts w:eastAsia="Calibri" w:cs="Times New Roman"/>
          <w:bCs/>
          <w:lang w:eastAsia="cs-CZ"/>
        </w:rPr>
        <w:t>.</w:t>
      </w:r>
    </w:p>
    <w:p w14:paraId="59E4C4D6" w14:textId="170A4368" w:rsidR="00C67716" w:rsidRPr="009E0D0B" w:rsidRDefault="00C67716" w:rsidP="00C67716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t xml:space="preserve">položka poř. č. </w:t>
      </w:r>
      <w:r w:rsidR="004236C6" w:rsidRPr="009E0D0B">
        <w:rPr>
          <w:rFonts w:eastAsia="Calibri" w:cs="Times New Roman"/>
          <w:bCs/>
          <w:lang w:eastAsia="cs-CZ"/>
        </w:rPr>
        <w:t>4</w:t>
      </w:r>
      <w:r w:rsidRPr="009E0D0B">
        <w:rPr>
          <w:rFonts w:eastAsia="Calibri" w:cs="Times New Roman"/>
          <w:bCs/>
          <w:lang w:eastAsia="cs-CZ"/>
        </w:rPr>
        <w:t xml:space="preserve">, kód položky </w:t>
      </w:r>
      <w:r w:rsidR="004236C6" w:rsidRPr="009E0D0B">
        <w:rPr>
          <w:rFonts w:eastAsia="Calibri" w:cs="Times New Roman"/>
          <w:bCs/>
          <w:lang w:eastAsia="cs-CZ"/>
        </w:rPr>
        <w:t>512550</w:t>
      </w:r>
      <w:r w:rsidRPr="009E0D0B">
        <w:rPr>
          <w:rFonts w:eastAsia="Calibri" w:cs="Times New Roman"/>
          <w:bCs/>
          <w:lang w:eastAsia="cs-CZ"/>
        </w:rPr>
        <w:t>, změna množství na M</w:t>
      </w:r>
      <w:r w:rsidR="004236C6" w:rsidRPr="009E0D0B">
        <w:rPr>
          <w:rFonts w:eastAsia="Calibri" w:cs="Times New Roman"/>
          <w:bCs/>
          <w:lang w:eastAsia="cs-CZ"/>
        </w:rPr>
        <w:t>3</w:t>
      </w:r>
      <w:r w:rsidRPr="009E0D0B">
        <w:rPr>
          <w:rFonts w:eastAsia="Calibri" w:cs="Times New Roman"/>
          <w:bCs/>
          <w:lang w:eastAsia="cs-CZ"/>
        </w:rPr>
        <w:t xml:space="preserve"> </w:t>
      </w:r>
      <w:r w:rsidR="004236C6" w:rsidRPr="009E0D0B">
        <w:rPr>
          <w:rFonts w:eastAsia="Calibri" w:cs="Times New Roman"/>
          <w:bCs/>
          <w:lang w:eastAsia="cs-CZ"/>
        </w:rPr>
        <w:t>44011,6</w:t>
      </w:r>
    </w:p>
    <w:p w14:paraId="49CB6CED" w14:textId="40094072" w:rsidR="004236C6" w:rsidRPr="009E0D0B" w:rsidRDefault="004236C6" w:rsidP="004236C6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t>položka poř. č. 28, kód položky 545112, změna množství na KUS 1788</w:t>
      </w:r>
    </w:p>
    <w:p w14:paraId="4360B1DC" w14:textId="63B89176" w:rsidR="004236C6" w:rsidRPr="009E0D0B" w:rsidRDefault="004236C6" w:rsidP="004236C6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t>položka poř. č. 33, kód položky 512550, změna množství na M 1593,874</w:t>
      </w:r>
    </w:p>
    <w:p w14:paraId="5EFDF6E1" w14:textId="77777777" w:rsidR="00C67716" w:rsidRPr="004236C6" w:rsidRDefault="00C67716" w:rsidP="004236C6">
      <w:pPr>
        <w:pStyle w:val="Odstavecseseznamem"/>
        <w:spacing w:after="0" w:line="240" w:lineRule="auto"/>
        <w:ind w:left="284"/>
        <w:rPr>
          <w:rFonts w:eastAsia="Calibri" w:cs="Times New Roman"/>
          <w:bCs/>
          <w:color w:val="7030A0"/>
          <w:lang w:eastAsia="cs-CZ"/>
        </w:rPr>
      </w:pPr>
    </w:p>
    <w:p w14:paraId="6B0D470A" w14:textId="77777777" w:rsidR="00C67716" w:rsidRPr="004236C6" w:rsidRDefault="00C67716" w:rsidP="00BD5319">
      <w:pPr>
        <w:spacing w:after="0" w:line="240" w:lineRule="auto"/>
        <w:rPr>
          <w:rFonts w:eastAsia="Calibri" w:cs="Times New Roman"/>
          <w:b/>
          <w:color w:val="7030A0"/>
          <w:lang w:eastAsia="cs-CZ"/>
        </w:rPr>
      </w:pPr>
    </w:p>
    <w:p w14:paraId="61955B4B" w14:textId="4E3C3020" w:rsidR="00BD5319" w:rsidRPr="009E0D0B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0D0B">
        <w:rPr>
          <w:rFonts w:eastAsia="Times New Roman" w:cs="Times New Roman"/>
          <w:lang w:eastAsia="cs-CZ"/>
        </w:rPr>
        <w:t xml:space="preserve">Zadavatel </w:t>
      </w:r>
      <w:r w:rsidR="0043098E" w:rsidRPr="009E0D0B">
        <w:rPr>
          <w:rFonts w:eastAsia="Calibri" w:cs="Times New Roman"/>
          <w:lang w:eastAsia="cs-CZ"/>
        </w:rPr>
        <w:t>dále</w:t>
      </w:r>
      <w:r w:rsidRPr="009E0D0B">
        <w:rPr>
          <w:rFonts w:eastAsia="Calibri" w:cs="Times New Roman"/>
          <w:lang w:eastAsia="cs-CZ"/>
        </w:rPr>
        <w:t xml:space="preserve"> </w:t>
      </w:r>
      <w:r w:rsidR="00A6451B" w:rsidRPr="009E0D0B">
        <w:rPr>
          <w:rFonts w:eastAsia="Calibri" w:cs="Times New Roman"/>
          <w:lang w:eastAsia="cs-CZ"/>
        </w:rPr>
        <w:t xml:space="preserve">tímto </w:t>
      </w:r>
      <w:r w:rsidRPr="009E0D0B">
        <w:rPr>
          <w:rFonts w:eastAsia="Calibri" w:cs="Times New Roman"/>
          <w:lang w:eastAsia="cs-CZ"/>
        </w:rPr>
        <w:t>podává vysvětlení/ změnu/ doplnění zadávací dokumentace k výše uvedené veřejné zakázce</w:t>
      </w:r>
      <w:r w:rsidRPr="009E0D0B">
        <w:rPr>
          <w:rFonts w:eastAsia="Times New Roman" w:cs="Times New Roman"/>
          <w:lang w:eastAsia="cs-CZ"/>
        </w:rPr>
        <w:t xml:space="preserve"> </w:t>
      </w:r>
      <w:r w:rsidRPr="009E0D0B">
        <w:rPr>
          <w:rFonts w:eastAsia="Calibri" w:cs="Times New Roman"/>
          <w:lang w:eastAsia="cs-CZ"/>
        </w:rPr>
        <w:t>bez předchozí žádosti.</w:t>
      </w:r>
    </w:p>
    <w:p w14:paraId="10E6B85B" w14:textId="77777777" w:rsidR="00387417" w:rsidRPr="009E0D0B" w:rsidRDefault="0038741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48985C3" w14:textId="3B555345" w:rsidR="004D2D9D" w:rsidRPr="009E0D0B" w:rsidRDefault="004D2D9D" w:rsidP="004D2D9D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9E0D0B">
        <w:rPr>
          <w:rFonts w:eastAsia="Calibri" w:cs="Times New Roman"/>
          <w:b/>
          <w:bCs/>
          <w:lang w:eastAsia="cs-CZ"/>
        </w:rPr>
        <w:t>PS 22-02-92 ŽST Hradec Králové hl. n., úprava a doplnění GSM-R</w:t>
      </w:r>
    </w:p>
    <w:p w14:paraId="04A7B287" w14:textId="39A71793" w:rsidR="00D4755D" w:rsidRPr="009E0D0B" w:rsidRDefault="00D4755D" w:rsidP="00D4755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0D0B">
        <w:rPr>
          <w:rFonts w:eastAsia="Calibri" w:cs="Times New Roman"/>
          <w:lang w:eastAsia="cs-CZ"/>
        </w:rPr>
        <w:t>Úprava položek ve vazbě na odpověď na dotaz č. 140.</w:t>
      </w:r>
    </w:p>
    <w:p w14:paraId="6F74D9B6" w14:textId="1C79DC14" w:rsidR="004D2D9D" w:rsidRPr="009E0D0B" w:rsidRDefault="004D2D9D" w:rsidP="004236C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t>položka poř. č. 1</w:t>
      </w:r>
      <w:r w:rsidR="00720B64" w:rsidRPr="009E0D0B">
        <w:rPr>
          <w:rFonts w:eastAsia="Calibri" w:cs="Times New Roman"/>
          <w:bCs/>
          <w:lang w:eastAsia="cs-CZ"/>
        </w:rPr>
        <w:t>47</w:t>
      </w:r>
      <w:r w:rsidRPr="009E0D0B">
        <w:rPr>
          <w:rFonts w:eastAsia="Calibri" w:cs="Times New Roman"/>
          <w:bCs/>
          <w:lang w:eastAsia="cs-CZ"/>
        </w:rPr>
        <w:t xml:space="preserve">, kód položky </w:t>
      </w:r>
      <w:r w:rsidR="00720B64" w:rsidRPr="009E0D0B">
        <w:rPr>
          <w:rFonts w:eastAsia="Calibri" w:cs="Times New Roman"/>
          <w:bCs/>
          <w:lang w:eastAsia="cs-CZ"/>
        </w:rPr>
        <w:t>75N3BX</w:t>
      </w:r>
      <w:r w:rsidRPr="009E0D0B">
        <w:rPr>
          <w:rFonts w:eastAsia="Calibri" w:cs="Times New Roman"/>
          <w:bCs/>
          <w:lang w:eastAsia="cs-CZ"/>
        </w:rPr>
        <w:t>, změna množství na K</w:t>
      </w:r>
      <w:r w:rsidR="00720B64" w:rsidRPr="009E0D0B">
        <w:rPr>
          <w:rFonts w:eastAsia="Calibri" w:cs="Times New Roman"/>
          <w:bCs/>
          <w:lang w:eastAsia="cs-CZ"/>
        </w:rPr>
        <w:t>US</w:t>
      </w:r>
      <w:r w:rsidRPr="009E0D0B">
        <w:rPr>
          <w:rFonts w:eastAsia="Calibri" w:cs="Times New Roman"/>
          <w:bCs/>
          <w:lang w:eastAsia="cs-CZ"/>
        </w:rPr>
        <w:t xml:space="preserve"> 2</w:t>
      </w:r>
    </w:p>
    <w:p w14:paraId="6D32631B" w14:textId="77777777" w:rsidR="00720B64" w:rsidRPr="009E0D0B" w:rsidRDefault="00720B64" w:rsidP="00720B64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t>položka poř. č. 150, kód položky 75J321, změna množství na KMPÁR 0,2</w:t>
      </w:r>
    </w:p>
    <w:p w14:paraId="1B5A07B6" w14:textId="11619D08" w:rsidR="004D2D9D" w:rsidRPr="009E0D0B" w:rsidRDefault="004D2D9D" w:rsidP="004236C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t>položka poř. č. 151, kód položky 75J32X, změna množství na KMPÁR 0,2</w:t>
      </w:r>
    </w:p>
    <w:p w14:paraId="524D21B4" w14:textId="4E569185" w:rsidR="004D2D9D" w:rsidRPr="009E0D0B" w:rsidRDefault="004D2D9D" w:rsidP="00C6771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lastRenderedPageBreak/>
        <w:t>položka poř. č. 152, kód položky 75J931, změna množství na KUS 3</w:t>
      </w:r>
    </w:p>
    <w:p w14:paraId="61EC4E5C" w14:textId="21402693" w:rsidR="004D2D9D" w:rsidRPr="009E0D0B" w:rsidRDefault="004D2D9D" w:rsidP="004236C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t>položka poř. č. 153, kód položky 75J93X, změna množství na KUS 3</w:t>
      </w:r>
    </w:p>
    <w:p w14:paraId="4B4FAACE" w14:textId="6314028B" w:rsidR="004D2D9D" w:rsidRPr="009E0D0B" w:rsidRDefault="004D2D9D" w:rsidP="00C6771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t>položka poř. č. 156, kód položky 703411, změna množství na M 60</w:t>
      </w:r>
    </w:p>
    <w:p w14:paraId="64D8F2C3" w14:textId="064A6663" w:rsidR="004D2D9D" w:rsidRPr="009E0D0B" w:rsidRDefault="004D2D9D" w:rsidP="00C6771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9E0D0B">
        <w:rPr>
          <w:rFonts w:eastAsia="Calibri" w:cs="Times New Roman"/>
          <w:bCs/>
          <w:lang w:eastAsia="cs-CZ"/>
        </w:rPr>
        <w:t>doplněna položka poř. č. 18</w:t>
      </w:r>
      <w:r w:rsidR="00A672A7" w:rsidRPr="009E0D0B">
        <w:rPr>
          <w:rFonts w:eastAsia="Calibri" w:cs="Times New Roman"/>
          <w:bCs/>
          <w:lang w:eastAsia="cs-CZ"/>
        </w:rPr>
        <w:t>6</w:t>
      </w:r>
      <w:r w:rsidRPr="009E0D0B">
        <w:rPr>
          <w:rFonts w:eastAsia="Calibri" w:cs="Times New Roman"/>
          <w:bCs/>
          <w:lang w:eastAsia="cs-CZ"/>
        </w:rPr>
        <w:t>, kód položky 75N3BY, GSM-R, BLOK - DEMONTÁŽ, množství KUS 1</w:t>
      </w:r>
    </w:p>
    <w:p w14:paraId="01358506" w14:textId="2EADB772" w:rsidR="004D2D9D" w:rsidRPr="009E0D0B" w:rsidRDefault="004D2D9D" w:rsidP="00C67716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eastAsia="Calibri" w:cs="Times New Roman"/>
          <w:lang w:eastAsia="cs-CZ"/>
        </w:rPr>
      </w:pPr>
      <w:r w:rsidRPr="009E0D0B">
        <w:rPr>
          <w:rFonts w:eastAsia="Calibri" w:cs="Times New Roman"/>
          <w:bCs/>
          <w:lang w:eastAsia="cs-CZ"/>
        </w:rPr>
        <w:t>doplněna položka poř. č. 1</w:t>
      </w:r>
      <w:r w:rsidR="00A672A7" w:rsidRPr="009E0D0B">
        <w:rPr>
          <w:rFonts w:eastAsia="Calibri" w:cs="Times New Roman"/>
          <w:bCs/>
          <w:lang w:eastAsia="cs-CZ"/>
        </w:rPr>
        <w:t>87</w:t>
      </w:r>
      <w:r w:rsidRPr="009E0D0B">
        <w:rPr>
          <w:rFonts w:eastAsia="Calibri" w:cs="Times New Roman"/>
          <w:bCs/>
          <w:lang w:eastAsia="cs-CZ"/>
        </w:rPr>
        <w:t xml:space="preserve">, kód položky R-POLOŽKA, TESTOVÁNÍ VNPN-GSM-R V REÁLNÉ A TESTOVACÍ OBLASTI GSM-R-STOP, množství KUS </w:t>
      </w:r>
      <w:r w:rsidR="00C67716" w:rsidRPr="009E0D0B">
        <w:rPr>
          <w:rFonts w:eastAsia="Calibri" w:cs="Times New Roman"/>
          <w:bCs/>
          <w:lang w:eastAsia="cs-CZ"/>
        </w:rPr>
        <w:t>2</w:t>
      </w:r>
    </w:p>
    <w:p w14:paraId="2325D62D" w14:textId="77777777" w:rsidR="004D2D9D" w:rsidRPr="009E0D0B" w:rsidRDefault="004D2D9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67BB4F" w14:textId="7F86626F" w:rsidR="004D2D9D" w:rsidRPr="009E0D0B" w:rsidRDefault="001422AC" w:rsidP="00BD531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9E0D0B">
        <w:rPr>
          <w:rFonts w:eastAsia="Calibri" w:cs="Times New Roman"/>
          <w:b/>
          <w:bCs/>
          <w:lang w:eastAsia="cs-CZ"/>
        </w:rPr>
        <w:t>SO 22-79-01.01 ŽST Hradec Králové hl. n., drobná architektura na nástupištích, stavební připravenost a montáž</w:t>
      </w:r>
    </w:p>
    <w:p w14:paraId="64D5E083" w14:textId="54EBD17B" w:rsidR="001422AC" w:rsidRPr="009E0D0B" w:rsidRDefault="001422A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0D0B">
        <w:rPr>
          <w:rFonts w:eastAsia="Calibri" w:cs="Times New Roman"/>
          <w:lang w:eastAsia="cs-CZ"/>
        </w:rPr>
        <w:t xml:space="preserve">Na nástupištích </w:t>
      </w:r>
      <w:r w:rsidR="00D40090" w:rsidRPr="009E0D0B">
        <w:rPr>
          <w:rFonts w:eastAsia="Calibri" w:cs="Times New Roman"/>
          <w:lang w:eastAsia="cs-CZ"/>
        </w:rPr>
        <w:t>6</w:t>
      </w:r>
      <w:r w:rsidR="00F57ECA" w:rsidRPr="009E0D0B">
        <w:rPr>
          <w:rFonts w:eastAsia="Calibri" w:cs="Times New Roman"/>
          <w:lang w:eastAsia="cs-CZ"/>
        </w:rPr>
        <w:t>/</w:t>
      </w:r>
      <w:r w:rsidR="00D40090" w:rsidRPr="009E0D0B">
        <w:rPr>
          <w:rFonts w:eastAsia="Calibri" w:cs="Times New Roman"/>
          <w:lang w:eastAsia="cs-CZ"/>
        </w:rPr>
        <w:t>7</w:t>
      </w:r>
      <w:r w:rsidR="00F57ECA" w:rsidRPr="009E0D0B">
        <w:rPr>
          <w:rFonts w:eastAsia="Calibri" w:cs="Times New Roman"/>
          <w:lang w:eastAsia="cs-CZ"/>
        </w:rPr>
        <w:t xml:space="preserve"> a </w:t>
      </w:r>
      <w:r w:rsidR="00D40090" w:rsidRPr="009E0D0B">
        <w:rPr>
          <w:rFonts w:eastAsia="Calibri" w:cs="Times New Roman"/>
          <w:lang w:eastAsia="cs-CZ"/>
        </w:rPr>
        <w:t>8</w:t>
      </w:r>
      <w:r w:rsidR="00F57ECA" w:rsidRPr="009E0D0B">
        <w:rPr>
          <w:rFonts w:eastAsia="Calibri" w:cs="Times New Roman"/>
          <w:lang w:eastAsia="cs-CZ"/>
        </w:rPr>
        <w:t>/</w:t>
      </w:r>
      <w:r w:rsidR="00D40090" w:rsidRPr="009E0D0B">
        <w:rPr>
          <w:rFonts w:eastAsia="Calibri" w:cs="Times New Roman"/>
          <w:lang w:eastAsia="cs-CZ"/>
        </w:rPr>
        <w:t>11</w:t>
      </w:r>
      <w:r w:rsidR="00F57ECA" w:rsidRPr="009E0D0B">
        <w:rPr>
          <w:rFonts w:eastAsia="Calibri" w:cs="Times New Roman"/>
          <w:lang w:eastAsia="cs-CZ"/>
        </w:rPr>
        <w:t xml:space="preserve"> </w:t>
      </w:r>
      <w:r w:rsidRPr="009E0D0B">
        <w:rPr>
          <w:rFonts w:eastAsia="Calibri" w:cs="Times New Roman"/>
          <w:lang w:eastAsia="cs-CZ"/>
        </w:rPr>
        <w:t>dochází k úpravě polohy reklamních panelů, bez vlivu na výkaz výměr a soupis prací.</w:t>
      </w:r>
    </w:p>
    <w:p w14:paraId="5062BEB0" w14:textId="3A4E5647" w:rsidR="00D40090" w:rsidRPr="009E0D0B" w:rsidRDefault="00D4009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0D0B">
        <w:rPr>
          <w:rFonts w:eastAsia="Calibri" w:cs="Times New Roman"/>
          <w:lang w:eastAsia="cs-CZ"/>
        </w:rPr>
        <w:t>Doplněn výkres D_02_02_06_227901_2_001_Situace_presun.pdf.</w:t>
      </w:r>
    </w:p>
    <w:p w14:paraId="52423526" w14:textId="77777777" w:rsidR="001422AC" w:rsidRPr="00BD5319" w:rsidRDefault="001422AC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44218817" w:rsidR="00664163" w:rsidRDefault="00664163" w:rsidP="009E0D0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9E0D0B">
        <w:rPr>
          <w:rFonts w:eastAsia="Times New Roman" w:cs="Times New Roman"/>
          <w:lang w:eastAsia="cs-CZ"/>
        </w:rPr>
        <w:t>17. 10. 2024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9E0D0B">
        <w:rPr>
          <w:rFonts w:eastAsia="Times New Roman" w:cs="Times New Roman"/>
          <w:lang w:eastAsia="cs-CZ"/>
        </w:rPr>
        <w:t>21. 10. 2024</w:t>
      </w:r>
      <w:r w:rsidRPr="00C87717">
        <w:rPr>
          <w:rFonts w:eastAsia="Times New Roman" w:cs="Times New Roman"/>
          <w:lang w:eastAsia="cs-CZ"/>
        </w:rPr>
        <w:t>.</w:t>
      </w:r>
    </w:p>
    <w:p w14:paraId="37AC3CA8" w14:textId="77777777" w:rsidR="003A3068" w:rsidRDefault="003A3068" w:rsidP="003A306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118AB88" w14:textId="59DE9894" w:rsidR="00664163" w:rsidRPr="007D0F2B" w:rsidRDefault="00664163" w:rsidP="007D0F2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4643"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08085DBE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9E0D0B" w:rsidRPr="009E0D0B">
        <w:rPr>
          <w:rFonts w:eastAsia="Times New Roman" w:cs="Times New Roman"/>
          <w:b/>
          <w:bCs/>
          <w:lang w:eastAsia="cs-CZ"/>
        </w:rPr>
        <w:t>17. 10. 2024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9E0D0B">
        <w:rPr>
          <w:rFonts w:eastAsia="Times New Roman" w:cs="Times New Roman"/>
          <w:b/>
          <w:bCs/>
          <w:color w:val="000000" w:themeColor="text1"/>
          <w:lang w:eastAsia="cs-CZ"/>
        </w:rPr>
        <w:t>21. 10. 2024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2BC744AC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3C863E97" w:rsidR="00664163" w:rsidRPr="009E0D0B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E0D0B">
        <w:rPr>
          <w:rFonts w:eastAsia="Calibri" w:cs="Times New Roman"/>
          <w:b/>
          <w:bCs/>
          <w:lang w:eastAsia="cs-CZ"/>
        </w:rPr>
        <w:t>Příloh</w:t>
      </w:r>
      <w:r w:rsidR="00A6451B" w:rsidRPr="009E0D0B">
        <w:rPr>
          <w:rFonts w:eastAsia="Calibri" w:cs="Times New Roman"/>
          <w:b/>
          <w:bCs/>
          <w:lang w:eastAsia="cs-CZ"/>
        </w:rPr>
        <w:t>y</w:t>
      </w:r>
      <w:r w:rsidRPr="009E0D0B">
        <w:rPr>
          <w:rFonts w:eastAsia="Calibri" w:cs="Times New Roman"/>
          <w:b/>
          <w:bCs/>
          <w:lang w:eastAsia="cs-CZ"/>
        </w:rPr>
        <w:t xml:space="preserve">: </w:t>
      </w:r>
      <w:r w:rsidRPr="009E0D0B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E0D0B">
        <w:rPr>
          <w:rFonts w:eastAsia="Calibri" w:cs="Times New Roman"/>
          <w:bCs/>
          <w:lang w:eastAsia="cs-CZ"/>
        </w:rPr>
        <w:instrText xml:space="preserve"> FORMTEXT </w:instrText>
      </w:r>
      <w:r w:rsidRPr="009E0D0B">
        <w:rPr>
          <w:rFonts w:eastAsia="Calibri" w:cs="Times New Roman"/>
          <w:bCs/>
          <w:lang w:eastAsia="cs-CZ"/>
        </w:rPr>
      </w:r>
      <w:r w:rsidRPr="009E0D0B">
        <w:rPr>
          <w:rFonts w:eastAsia="Calibri" w:cs="Times New Roman"/>
          <w:bCs/>
          <w:lang w:eastAsia="cs-CZ"/>
        </w:rPr>
        <w:fldChar w:fldCharType="separate"/>
      </w:r>
      <w:r w:rsidR="00194A77" w:rsidRPr="009E0D0B">
        <w:rPr>
          <w:rFonts w:eastAsia="Calibri" w:cs="Times New Roman"/>
          <w:bCs/>
          <w:noProof/>
          <w:lang w:eastAsia="cs-CZ"/>
        </w:rPr>
        <w:t> </w:t>
      </w:r>
      <w:r w:rsidR="00194A77" w:rsidRPr="009E0D0B">
        <w:rPr>
          <w:rFonts w:eastAsia="Calibri" w:cs="Times New Roman"/>
          <w:bCs/>
          <w:noProof/>
          <w:lang w:eastAsia="cs-CZ"/>
        </w:rPr>
        <w:t> </w:t>
      </w:r>
      <w:r w:rsidR="00194A77" w:rsidRPr="009E0D0B">
        <w:rPr>
          <w:rFonts w:eastAsia="Calibri" w:cs="Times New Roman"/>
          <w:bCs/>
          <w:noProof/>
          <w:lang w:eastAsia="cs-CZ"/>
        </w:rPr>
        <w:t> </w:t>
      </w:r>
      <w:r w:rsidR="00194A77" w:rsidRPr="009E0D0B">
        <w:rPr>
          <w:rFonts w:eastAsia="Calibri" w:cs="Times New Roman"/>
          <w:bCs/>
          <w:noProof/>
          <w:lang w:eastAsia="cs-CZ"/>
        </w:rPr>
        <w:t> </w:t>
      </w:r>
      <w:r w:rsidR="00194A77" w:rsidRPr="009E0D0B">
        <w:rPr>
          <w:rFonts w:eastAsia="Calibri" w:cs="Times New Roman"/>
          <w:bCs/>
          <w:noProof/>
          <w:lang w:eastAsia="cs-CZ"/>
        </w:rPr>
        <w:t> </w:t>
      </w:r>
      <w:r w:rsidRPr="009E0D0B">
        <w:rPr>
          <w:rFonts w:eastAsia="Calibri" w:cs="Times New Roman"/>
          <w:bCs/>
          <w:lang w:eastAsia="cs-CZ"/>
        </w:rPr>
        <w:fldChar w:fldCharType="end"/>
      </w:r>
    </w:p>
    <w:p w14:paraId="3568D690" w14:textId="5B365D7E" w:rsidR="00664163" w:rsidRPr="009E0D0B" w:rsidRDefault="00A6451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0D0B">
        <w:rPr>
          <w:rFonts w:eastAsia="Calibri" w:cs="Times New Roman"/>
          <w:lang w:eastAsia="cs-CZ"/>
        </w:rPr>
        <w:t>D_02_01_01_SK220001_4_001_VV_rev003.pdf</w:t>
      </w:r>
    </w:p>
    <w:p w14:paraId="51BC2A90" w14:textId="0BFE7193" w:rsidR="00A6451B" w:rsidRPr="009E0D0B" w:rsidRDefault="00A6451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0D0B">
        <w:rPr>
          <w:rFonts w:eastAsia="Calibri" w:cs="Times New Roman"/>
          <w:lang w:eastAsia="cs-CZ"/>
        </w:rPr>
        <w:t>D_02_02_06_227901_2_001_Situace_presun.pdf</w:t>
      </w:r>
    </w:p>
    <w:p w14:paraId="321D2E97" w14:textId="55787592" w:rsidR="00A6451B" w:rsidRPr="009E0D0B" w:rsidRDefault="00A6451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0D0B">
        <w:rPr>
          <w:rFonts w:eastAsia="Calibri" w:cs="Times New Roman"/>
          <w:lang w:eastAsia="cs-CZ"/>
        </w:rPr>
        <w:t>XDC_HK-Pardubice-Chrudim_20241010_ZM25.zip</w:t>
      </w:r>
    </w:p>
    <w:p w14:paraId="759BDE8B" w14:textId="63ACE6C4" w:rsidR="00A6451B" w:rsidRPr="009E0D0B" w:rsidRDefault="00A6451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0D0B">
        <w:rPr>
          <w:rFonts w:eastAsia="Calibri" w:cs="Times New Roman"/>
          <w:lang w:eastAsia="cs-CZ"/>
        </w:rPr>
        <w:t>XLS_HK-Pardubice-Chrudim_20241010_ZM25.zip</w:t>
      </w:r>
    </w:p>
    <w:p w14:paraId="11FC1E85" w14:textId="77777777" w:rsidR="00664163" w:rsidRPr="009E0D0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DBA129" w14:textId="77777777" w:rsidR="009E0D0B" w:rsidRDefault="009E0D0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1B1DDD5" w:rsidR="00664163" w:rsidRPr="009E0D0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0D0B">
        <w:rPr>
          <w:rFonts w:eastAsia="Calibri" w:cs="Times New Roman"/>
          <w:lang w:eastAsia="cs-CZ"/>
        </w:rPr>
        <w:t xml:space="preserve">V Olomouci </w:t>
      </w:r>
      <w:r w:rsidR="004B1637">
        <w:rPr>
          <w:rFonts w:eastAsia="Calibri" w:cs="Times New Roman"/>
          <w:lang w:eastAsia="cs-CZ"/>
        </w:rPr>
        <w:t>dne 10. 10. 2024</w:t>
      </w:r>
    </w:p>
    <w:p w14:paraId="6F75BA64" w14:textId="77777777" w:rsidR="00664163" w:rsidRPr="009E0D0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E0D0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9E0D0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9E0D0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9E0D0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9E0D0B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E0D0B">
        <w:rPr>
          <w:rFonts w:eastAsia="Times New Roman" w:cs="Times New Roman"/>
          <w:b/>
          <w:bCs/>
          <w:lang w:eastAsia="cs-CZ"/>
        </w:rPr>
        <w:t>Ing. Miroslav Bocák</w:t>
      </w:r>
      <w:r w:rsidRPr="009E0D0B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E0D0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E0D0B">
        <w:rPr>
          <w:rFonts w:eastAsia="Times New Roman" w:cs="Times New Roman"/>
          <w:lang w:eastAsia="cs-CZ"/>
        </w:rPr>
        <w:t>ředitel organizační jednotky</w:t>
      </w:r>
      <w:r w:rsidRPr="009E0D0B">
        <w:rPr>
          <w:rFonts w:eastAsia="Times New Roman" w:cs="Times New Roman"/>
          <w:lang w:eastAsia="cs-CZ"/>
        </w:rPr>
        <w:tab/>
      </w:r>
    </w:p>
    <w:p w14:paraId="5DEDC136" w14:textId="77777777" w:rsidR="00664163" w:rsidRPr="009E0D0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E0D0B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E0D0B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D2B59" w14:textId="77777777" w:rsidR="00B0459E" w:rsidRDefault="00B0459E" w:rsidP="00962258">
      <w:pPr>
        <w:spacing w:after="0" w:line="240" w:lineRule="auto"/>
      </w:pPr>
      <w:r>
        <w:separator/>
      </w:r>
    </w:p>
  </w:endnote>
  <w:endnote w:type="continuationSeparator" w:id="0">
    <w:p w14:paraId="60511D2C" w14:textId="77777777" w:rsidR="00B0459E" w:rsidRDefault="00B045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87CF9" w14:textId="77777777" w:rsidR="00194A77" w:rsidRDefault="00194A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FEC52" w14:textId="77777777" w:rsidR="00B0459E" w:rsidRDefault="00B0459E" w:rsidP="00962258">
      <w:pPr>
        <w:spacing w:after="0" w:line="240" w:lineRule="auto"/>
      </w:pPr>
      <w:r>
        <w:separator/>
      </w:r>
    </w:p>
  </w:footnote>
  <w:footnote w:type="continuationSeparator" w:id="0">
    <w:p w14:paraId="25095679" w14:textId="77777777" w:rsidR="00B0459E" w:rsidRDefault="00B0459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2C410" w14:textId="77777777" w:rsidR="00194A77" w:rsidRDefault="00194A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93DDD"/>
    <w:multiLevelType w:val="hybridMultilevel"/>
    <w:tmpl w:val="7C0EC9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A990B03"/>
    <w:multiLevelType w:val="hybridMultilevel"/>
    <w:tmpl w:val="ADB809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E7979"/>
    <w:multiLevelType w:val="hybridMultilevel"/>
    <w:tmpl w:val="69F0A6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9"/>
  </w:num>
  <w:num w:numId="5" w16cid:durableId="1470241154">
    <w:abstractNumId w:val="0"/>
  </w:num>
  <w:num w:numId="6" w16cid:durableId="848255171">
    <w:abstractNumId w:val="6"/>
  </w:num>
  <w:num w:numId="7" w16cid:durableId="218832763">
    <w:abstractNumId w:val="4"/>
  </w:num>
  <w:num w:numId="8" w16cid:durableId="1074015118">
    <w:abstractNumId w:val="8"/>
  </w:num>
  <w:num w:numId="9" w16cid:durableId="1717509577">
    <w:abstractNumId w:val="7"/>
  </w:num>
  <w:num w:numId="10" w16cid:durableId="37624490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E5C58"/>
    <w:rsid w:val="00114472"/>
    <w:rsid w:val="00122359"/>
    <w:rsid w:val="001422AC"/>
    <w:rsid w:val="00170EC5"/>
    <w:rsid w:val="001747C1"/>
    <w:rsid w:val="0018596A"/>
    <w:rsid w:val="001910D5"/>
    <w:rsid w:val="00194A77"/>
    <w:rsid w:val="001B69C2"/>
    <w:rsid w:val="001C4DA0"/>
    <w:rsid w:val="00207DF5"/>
    <w:rsid w:val="00231D3D"/>
    <w:rsid w:val="00267369"/>
    <w:rsid w:val="0026785D"/>
    <w:rsid w:val="00296D39"/>
    <w:rsid w:val="002A59FE"/>
    <w:rsid w:val="002B1F89"/>
    <w:rsid w:val="002C31BF"/>
    <w:rsid w:val="002E0CD7"/>
    <w:rsid w:val="002F026B"/>
    <w:rsid w:val="002F6CD4"/>
    <w:rsid w:val="00335122"/>
    <w:rsid w:val="00335732"/>
    <w:rsid w:val="00352896"/>
    <w:rsid w:val="00357BC6"/>
    <w:rsid w:val="003632BC"/>
    <w:rsid w:val="0037111D"/>
    <w:rsid w:val="00371791"/>
    <w:rsid w:val="003756B9"/>
    <w:rsid w:val="00387417"/>
    <w:rsid w:val="003956C6"/>
    <w:rsid w:val="003A3068"/>
    <w:rsid w:val="003E6B9A"/>
    <w:rsid w:val="003E75CE"/>
    <w:rsid w:val="0041380F"/>
    <w:rsid w:val="00416C2C"/>
    <w:rsid w:val="004236C6"/>
    <w:rsid w:val="0043098E"/>
    <w:rsid w:val="00450F07"/>
    <w:rsid w:val="00453958"/>
    <w:rsid w:val="00453CD3"/>
    <w:rsid w:val="00455BC7"/>
    <w:rsid w:val="004570A4"/>
    <w:rsid w:val="00460660"/>
    <w:rsid w:val="00460CCB"/>
    <w:rsid w:val="00477370"/>
    <w:rsid w:val="00486107"/>
    <w:rsid w:val="00491827"/>
    <w:rsid w:val="004926B0"/>
    <w:rsid w:val="004A0F75"/>
    <w:rsid w:val="004A7C69"/>
    <w:rsid w:val="004B1637"/>
    <w:rsid w:val="004C4399"/>
    <w:rsid w:val="004C69ED"/>
    <w:rsid w:val="004C787C"/>
    <w:rsid w:val="004D2D9D"/>
    <w:rsid w:val="004F4B1F"/>
    <w:rsid w:val="004F4B9B"/>
    <w:rsid w:val="00501654"/>
    <w:rsid w:val="00511AB9"/>
    <w:rsid w:val="0052262A"/>
    <w:rsid w:val="00523EA7"/>
    <w:rsid w:val="00542527"/>
    <w:rsid w:val="00551D1F"/>
    <w:rsid w:val="00553375"/>
    <w:rsid w:val="00555BBD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0B64"/>
    <w:rsid w:val="00723ED1"/>
    <w:rsid w:val="00724643"/>
    <w:rsid w:val="00735ED4"/>
    <w:rsid w:val="00743525"/>
    <w:rsid w:val="007531A0"/>
    <w:rsid w:val="0076286B"/>
    <w:rsid w:val="00764595"/>
    <w:rsid w:val="00766846"/>
    <w:rsid w:val="0077673A"/>
    <w:rsid w:val="007846E1"/>
    <w:rsid w:val="007B2E16"/>
    <w:rsid w:val="007B570C"/>
    <w:rsid w:val="007C1D33"/>
    <w:rsid w:val="007D0F2B"/>
    <w:rsid w:val="007E3AC1"/>
    <w:rsid w:val="007E4A6E"/>
    <w:rsid w:val="007F56A7"/>
    <w:rsid w:val="007F626E"/>
    <w:rsid w:val="00807DD0"/>
    <w:rsid w:val="00813F11"/>
    <w:rsid w:val="0086368E"/>
    <w:rsid w:val="008841FB"/>
    <w:rsid w:val="0088472C"/>
    <w:rsid w:val="00891334"/>
    <w:rsid w:val="008940E4"/>
    <w:rsid w:val="008A3568"/>
    <w:rsid w:val="008A45E7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B43"/>
    <w:rsid w:val="00992D9C"/>
    <w:rsid w:val="00996CB8"/>
    <w:rsid w:val="009A7568"/>
    <w:rsid w:val="009B2E97"/>
    <w:rsid w:val="009B3C69"/>
    <w:rsid w:val="009B72CC"/>
    <w:rsid w:val="009C7B39"/>
    <w:rsid w:val="009E07F4"/>
    <w:rsid w:val="009E0D0B"/>
    <w:rsid w:val="009F392E"/>
    <w:rsid w:val="00A4129B"/>
    <w:rsid w:val="00A44328"/>
    <w:rsid w:val="00A6177B"/>
    <w:rsid w:val="00A6451B"/>
    <w:rsid w:val="00A66136"/>
    <w:rsid w:val="00A672A7"/>
    <w:rsid w:val="00AA1EEF"/>
    <w:rsid w:val="00AA4278"/>
    <w:rsid w:val="00AA4CBB"/>
    <w:rsid w:val="00AA5D10"/>
    <w:rsid w:val="00AA65FA"/>
    <w:rsid w:val="00AA7351"/>
    <w:rsid w:val="00AD056F"/>
    <w:rsid w:val="00AD2773"/>
    <w:rsid w:val="00AD6731"/>
    <w:rsid w:val="00AE1DDE"/>
    <w:rsid w:val="00B0459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5844"/>
    <w:rsid w:val="00BB3740"/>
    <w:rsid w:val="00BD5319"/>
    <w:rsid w:val="00BD7E91"/>
    <w:rsid w:val="00BF374D"/>
    <w:rsid w:val="00BF6D48"/>
    <w:rsid w:val="00C02D0A"/>
    <w:rsid w:val="00C03A6E"/>
    <w:rsid w:val="00C26DD9"/>
    <w:rsid w:val="00C30759"/>
    <w:rsid w:val="00C44F6A"/>
    <w:rsid w:val="00C67716"/>
    <w:rsid w:val="00C727E5"/>
    <w:rsid w:val="00C8207D"/>
    <w:rsid w:val="00CA0217"/>
    <w:rsid w:val="00CB7B5A"/>
    <w:rsid w:val="00CC1E2B"/>
    <w:rsid w:val="00CC745D"/>
    <w:rsid w:val="00CD1FC4"/>
    <w:rsid w:val="00CD2C40"/>
    <w:rsid w:val="00CE371D"/>
    <w:rsid w:val="00D02A4D"/>
    <w:rsid w:val="00D21061"/>
    <w:rsid w:val="00D316A7"/>
    <w:rsid w:val="00D40090"/>
    <w:rsid w:val="00D4108E"/>
    <w:rsid w:val="00D4755D"/>
    <w:rsid w:val="00D548C8"/>
    <w:rsid w:val="00D5501B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0CA9"/>
    <w:rsid w:val="00F01440"/>
    <w:rsid w:val="00F03BB2"/>
    <w:rsid w:val="00F12DEC"/>
    <w:rsid w:val="00F1715C"/>
    <w:rsid w:val="00F310F8"/>
    <w:rsid w:val="00F35939"/>
    <w:rsid w:val="00F45607"/>
    <w:rsid w:val="00F57ECA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2</Pages>
  <Words>669</Words>
  <Characters>3952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2024-10-10T10:12:00Z</dcterms:created>
  <dcterms:modified xsi:type="dcterms:W3CDTF">2024-10-10T11:12:00Z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